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902" w:rsidRDefault="00B134EA"/>
    <w:p w:rsidR="00110902" w:rsidRPr="00DC0165" w:rsidRDefault="00B134EA" w:rsidP="004F2BE6">
      <w:r>
        <w:rPr>
          <w:szCs w:val="20"/>
          <w:lang w:val="en-AU" w:eastAsia="en-A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9.35pt;margin-top:6.85pt;width:455pt;height:69.2pt;z-index:251652608" adj="5665" fillcolor="black">
            <v:shadow color="#868686"/>
            <v:textpath style="font-family:&quot;Chalkboard Bold&quot;;v-text-kern:t" trim="t" fitpath="t" xscale="f" string="A GOOD TIP FOR GHOSTS"/>
          </v:shape>
        </w:pict>
      </w:r>
    </w:p>
    <w:p w:rsidR="004F2BE6" w:rsidRPr="00DC0165" w:rsidRDefault="004F2BE6" w:rsidP="004F2BE6"/>
    <w:p w:rsidR="004F2BE6" w:rsidRPr="00DC0165" w:rsidRDefault="004F2BE6" w:rsidP="004F2BE6">
      <w:pPr>
        <w:jc w:val="center"/>
      </w:pPr>
    </w:p>
    <w:p w:rsidR="004F2BE6" w:rsidRPr="00DC0165" w:rsidRDefault="004F2BE6" w:rsidP="004F2BE6"/>
    <w:p w:rsidR="004F2BE6" w:rsidRPr="00DC0165" w:rsidRDefault="004F2BE6" w:rsidP="004F2BE6"/>
    <w:p w:rsidR="004F2BE6" w:rsidRPr="00DC0165" w:rsidRDefault="004F2BE6" w:rsidP="004F2BE6"/>
    <w:p w:rsidR="004F2BE6" w:rsidRPr="00B134EA" w:rsidRDefault="00B134EA" w:rsidP="00B134EA">
      <w:pPr>
        <w:jc w:val="center"/>
        <w:rPr>
          <w:sz w:val="40"/>
          <w:szCs w:val="40"/>
        </w:rPr>
      </w:pPr>
      <w:r w:rsidRPr="00B134EA">
        <w:rPr>
          <w:sz w:val="40"/>
          <w:szCs w:val="40"/>
        </w:rPr>
        <w:t>Chapter 4</w:t>
      </w:r>
    </w:p>
    <w:p w:rsidR="004F2BE6" w:rsidRPr="00DC0165" w:rsidRDefault="004F2BE6" w:rsidP="004F2BE6"/>
    <w:p w:rsidR="004F2BE6" w:rsidRPr="00B134EA" w:rsidRDefault="00B134EA" w:rsidP="004F2BE6">
      <w:pPr>
        <w:rPr>
          <w:rFonts w:ascii="Chalkboard" w:hAnsi="Chalkboard"/>
          <w:b/>
          <w:sz w:val="28"/>
        </w:rPr>
      </w:pPr>
      <w:r w:rsidRPr="00B134EA">
        <w:rPr>
          <w:rFonts w:ascii="Chalkboard" w:hAnsi="Chalkboard"/>
          <w:b/>
          <w:sz w:val="28"/>
        </w:rPr>
        <w:t>Read the text below. Sketch the scene as best you can.</w:t>
      </w:r>
    </w:p>
    <w:p w:rsidR="00B134EA" w:rsidRDefault="00B134EA" w:rsidP="004F2BE6">
      <w:pPr>
        <w:rPr>
          <w:rFonts w:ascii="Chalkboard" w:hAnsi="Chalkboard"/>
          <w:sz w:val="28"/>
        </w:rPr>
      </w:pPr>
    </w:p>
    <w:p w:rsidR="00B134EA" w:rsidRPr="00DC0165" w:rsidRDefault="00B134EA" w:rsidP="004F2BE6">
      <w:pPr>
        <w:rPr>
          <w:rFonts w:ascii="Chalkboard" w:hAnsi="Chalkboard"/>
          <w:sz w:val="28"/>
        </w:rPr>
      </w:pPr>
    </w:p>
    <w:p w:rsidR="004F2BE6" w:rsidRPr="00585E9F" w:rsidRDefault="00B134EA" w:rsidP="004F2BE6">
      <w:pPr>
        <w:spacing w:line="480" w:lineRule="auto"/>
        <w:rPr>
          <w:rFonts w:ascii="Chalkboard" w:hAnsi="Chalkboard"/>
          <w:sz w:val="28"/>
        </w:rPr>
      </w:pPr>
      <w:r>
        <w:rPr>
          <w:rFonts w:ascii="Chalkboard" w:hAnsi="Chalkboard"/>
          <w:sz w:val="28"/>
        </w:rPr>
        <w:t xml:space="preserve">And then I saw it, or him. Or whatever it was. </w:t>
      </w:r>
      <w:proofErr w:type="gramStart"/>
      <w:r>
        <w:rPr>
          <w:rFonts w:ascii="Chalkboard" w:hAnsi="Chalkboard"/>
          <w:sz w:val="28"/>
        </w:rPr>
        <w:t>An old man, with a battered hat.</w:t>
      </w:r>
      <w:proofErr w:type="gramEnd"/>
      <w:r>
        <w:rPr>
          <w:rFonts w:ascii="Chalkboard" w:hAnsi="Chalkboard"/>
          <w:sz w:val="28"/>
        </w:rPr>
        <w:t xml:space="preserve"> He was poking the ground with a bent stick. He was rustling in the rubbish. He came on slowly. He was limping. He was bent and seemed to be holding his old, dirty trousers up with one hand. He came towards us with a terrible shuffle.</w:t>
      </w:r>
    </w:p>
    <w:p w:rsidR="004F2BE6" w:rsidRPr="00DC0165" w:rsidRDefault="004F2BE6" w:rsidP="004F2BE6">
      <w:pPr>
        <w:rPr>
          <w:rFonts w:ascii="Chalkboard" w:hAnsi="Chalkboard"/>
          <w:sz w:val="28"/>
        </w:rPr>
      </w:pPr>
    </w:p>
    <w:p w:rsidR="004F2BE6" w:rsidRPr="00456C9E" w:rsidRDefault="00B134EA" w:rsidP="004F2BE6">
      <w:pPr>
        <w:jc w:val="center"/>
        <w:rPr>
          <w:rFonts w:ascii="Chalkboard" w:hAnsi="Chalkboard"/>
          <w:sz w:val="36"/>
        </w:rPr>
      </w:pPr>
      <w:r>
        <w:rPr>
          <w:rFonts w:ascii="Chalkboard" w:hAnsi="Chalkboard"/>
          <w:noProof/>
          <w:sz w:val="36"/>
          <w:lang w:eastAsia="en-AU"/>
        </w:rPr>
        <w:pict>
          <v:rect id="_x0000_s1037" style="position:absolute;left:0;text-align:left;margin-left:12.3pt;margin-top:47.3pt;width:467.25pt;height:299.25pt;z-index:251658240"/>
        </w:pict>
      </w:r>
      <w:r>
        <w:rPr>
          <w:rFonts w:ascii="Chalkboard" w:hAnsi="Chalkboard"/>
          <w:sz w:val="36"/>
        </w:rPr>
        <w:t>Detailed Scene Sketch</w:t>
      </w:r>
    </w:p>
    <w:sectPr w:rsidR="004F2BE6" w:rsidRPr="00456C9E" w:rsidSect="004F2BE6">
      <w:pgSz w:w="11900" w:h="16840"/>
      <w:pgMar w:top="851" w:right="1134" w:bottom="851" w:left="1134" w:header="0" w:footer="0" w:gutter="0"/>
      <w:pgBorders>
        <w:top w:val="tribal3" w:sz="20" w:space="1" w:color="auto"/>
        <w:left w:val="tribal3" w:sz="20" w:space="4" w:color="auto"/>
        <w:bottom w:val="tribal3" w:sz="20" w:space="1" w:color="auto"/>
        <w:right w:val="tribal3" w:sz="20" w:space="4" w:color="auto"/>
      </w:pgBorders>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stylePaneSortMethod w:val="000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A0AA7"/>
    <w:rsid w:val="004F2BE6"/>
    <w:rsid w:val="00B134EA"/>
  </w:rsids>
  <m:mathPr>
    <m:mathFont m:val="Cambria Math"/>
    <m:brkBin m:val="before"/>
    <m:brkBinSub m:val="--"/>
    <m:smallFrac m:val="off"/>
    <m:dispDef m:val="off"/>
    <m:lMargin m:val="0"/>
    <m:rMargin m:val="0"/>
    <m:wrapRight/>
    <m:intLim m:val="subSup"/>
    <m:naryLim m:val="subSup"/>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Grahams%20HD:Applications:Microsoft%20Office%202004:Templates:My%20Templates:Trumpal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Trumpalar</Template>
  <TotalTime>7</TotalTime>
  <Pages>1</Pages>
  <Words>80</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Cobargo Public School</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Roberts</dc:creator>
  <cp:keywords/>
  <cp:lastModifiedBy>IT Directorate</cp:lastModifiedBy>
  <cp:revision>2</cp:revision>
  <cp:lastPrinted>2009-09-07T22:09:00Z</cp:lastPrinted>
  <dcterms:created xsi:type="dcterms:W3CDTF">2009-09-07T22:10:00Z</dcterms:created>
  <dcterms:modified xsi:type="dcterms:W3CDTF">2009-09-07T22:10:00Z</dcterms:modified>
</cp:coreProperties>
</file>